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3B" w:rsidRPr="008E1C6E" w:rsidRDefault="000E4B3B" w:rsidP="00FA324F">
      <w:pPr>
        <w:spacing w:after="0"/>
        <w:jc w:val="center"/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</w:pPr>
      <w:r w:rsidRPr="008E1C6E"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  <w:t>Набор документов для каждого слушателя</w:t>
      </w:r>
      <w:r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  <w:t xml:space="preserve"> для получения официального свидетельства о прохождении тематического усовершенствования </w:t>
      </w:r>
    </w:p>
    <w:p w:rsidR="000E4B3B" w:rsidRPr="008E1C6E" w:rsidRDefault="000E4B3B" w:rsidP="00D511C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E1C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(врачи-специалисты)</w:t>
      </w:r>
    </w:p>
    <w:p w:rsidR="000E4B3B" w:rsidRDefault="000E4B3B" w:rsidP="00C20D6D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C20D6D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Дополнительная информация на сайте </w:t>
      </w:r>
    </w:p>
    <w:p w:rsidR="000E4B3B" w:rsidRPr="00C20D6D" w:rsidRDefault="000E4B3B" w:rsidP="00C20D6D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hyperlink r:id="rId5" w:history="1">
        <w:r w:rsidRPr="00C20D6D">
          <w:rPr>
            <w:rStyle w:val="Hyperlink"/>
            <w:rFonts w:ascii="Times New Roman" w:hAnsi="Times New Roman"/>
            <w:b/>
            <w:sz w:val="32"/>
            <w:szCs w:val="32"/>
            <w:shd w:val="clear" w:color="auto" w:fill="FFFFFF"/>
            <w:lang w:val="en-US"/>
          </w:rPr>
          <w:t>www</w:t>
        </w:r>
        <w:r w:rsidRPr="00C20D6D">
          <w:rPr>
            <w:rStyle w:val="Hyperlink"/>
            <w:rFonts w:ascii="Times New Roman" w:hAnsi="Times New Roman"/>
            <w:b/>
            <w:sz w:val="32"/>
            <w:szCs w:val="32"/>
            <w:shd w:val="clear" w:color="auto" w:fill="FFFFFF"/>
          </w:rPr>
          <w:t>.</w:t>
        </w:r>
        <w:r w:rsidRPr="00C20D6D">
          <w:rPr>
            <w:rStyle w:val="Hyperlink"/>
            <w:rFonts w:ascii="Times New Roman" w:hAnsi="Times New Roman"/>
            <w:b/>
            <w:sz w:val="32"/>
            <w:szCs w:val="32"/>
            <w:shd w:val="clear" w:color="auto" w:fill="FFFFFF"/>
            <w:lang w:val="en-US"/>
          </w:rPr>
          <w:t>mdgkb</w:t>
        </w:r>
        <w:r w:rsidRPr="00C20D6D">
          <w:rPr>
            <w:rStyle w:val="Hyperlink"/>
            <w:rFonts w:ascii="Times New Roman" w:hAnsi="Times New Roman"/>
            <w:b/>
            <w:sz w:val="32"/>
            <w:szCs w:val="32"/>
            <w:shd w:val="clear" w:color="auto" w:fill="FFFFFF"/>
          </w:rPr>
          <w:t>.</w:t>
        </w:r>
        <w:r w:rsidRPr="00C20D6D">
          <w:rPr>
            <w:rStyle w:val="Hyperlink"/>
            <w:rFonts w:ascii="Times New Roman" w:hAnsi="Times New Roman"/>
            <w:b/>
            <w:sz w:val="32"/>
            <w:szCs w:val="32"/>
            <w:shd w:val="clear" w:color="auto" w:fill="FFFFFF"/>
            <w:lang w:val="en-US"/>
          </w:rPr>
          <w:t>com</w:t>
        </w:r>
      </w:hyperlink>
      <w:r w:rsidRPr="00C20D6D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раздел Обучение.</w:t>
      </w:r>
    </w:p>
    <w:p w:rsidR="000E4B3B" w:rsidRDefault="000E4B3B" w:rsidP="00D511C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E4B3B" w:rsidRPr="008E1C6E" w:rsidRDefault="000E4B3B" w:rsidP="00D511C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E1C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Необходимо прислать сканы всех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указанных </w:t>
      </w:r>
      <w:r w:rsidRPr="008E1C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документов на электронный адрес </w:t>
      </w:r>
    </w:p>
    <w:p w:rsidR="000E4B3B" w:rsidRDefault="000E4B3B" w:rsidP="00D511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hyperlink r:id="rId6" w:history="1">
        <w:r w:rsidRPr="008E1C6E">
          <w:rPr>
            <w:rStyle w:val="Hyperlink"/>
            <w:rFonts w:ascii="Times New Roman" w:hAnsi="Times New Roman"/>
            <w:b/>
            <w:sz w:val="28"/>
            <w:szCs w:val="28"/>
            <w:shd w:val="clear" w:color="auto" w:fill="FFFFFF"/>
          </w:rPr>
          <w:t>vip-dzm@mail.ru</w:t>
        </w:r>
      </w:hyperlink>
      <w:r w:rsidRPr="008E1C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Витковская Ирина Петровна</w:t>
      </w:r>
      <w:r w:rsidRPr="008E1C6E">
        <w:rPr>
          <w:rFonts w:ascii="Times New Roman" w:hAnsi="Times New Roman"/>
          <w:b/>
          <w:sz w:val="28"/>
          <w:szCs w:val="28"/>
        </w:rPr>
        <w:t xml:space="preserve"> 8-926-285-89-24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0E4B3B" w:rsidRPr="008E1C6E" w:rsidRDefault="000E4B3B" w:rsidP="00D511C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E4B3B" w:rsidRPr="00930C51" w:rsidRDefault="000E4B3B" w:rsidP="00C20D6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30C51">
        <w:rPr>
          <w:rFonts w:ascii="Times New Roman" w:hAnsi="Times New Roman"/>
          <w:color w:val="000000"/>
          <w:sz w:val="24"/>
          <w:szCs w:val="24"/>
        </w:rPr>
        <w:t>Согласие на обработку персональных данных (в приложении).</w:t>
      </w:r>
    </w:p>
    <w:p w:rsidR="000E4B3B" w:rsidRPr="00930C51" w:rsidRDefault="000E4B3B" w:rsidP="00C20D6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30C51">
        <w:rPr>
          <w:rFonts w:ascii="Times New Roman" w:hAnsi="Times New Roman"/>
          <w:bCs/>
          <w:color w:val="000000"/>
          <w:sz w:val="24"/>
          <w:szCs w:val="24"/>
        </w:rPr>
        <w:t>Копию паспорта (с регистрацией).</w:t>
      </w:r>
    </w:p>
    <w:p w:rsidR="000E4B3B" w:rsidRPr="00930C51" w:rsidRDefault="000E4B3B" w:rsidP="00C20D6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30C51">
        <w:rPr>
          <w:rFonts w:ascii="Times New Roman" w:hAnsi="Times New Roman"/>
          <w:bCs/>
          <w:color w:val="000000"/>
          <w:sz w:val="24"/>
          <w:szCs w:val="24"/>
        </w:rPr>
        <w:t>Копию свидетельства о браке (если в документах прослеживается изменение фамилии).</w:t>
      </w:r>
    </w:p>
    <w:p w:rsidR="000E4B3B" w:rsidRPr="00930C51" w:rsidRDefault="000E4B3B" w:rsidP="00C20D6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930C51">
        <w:rPr>
          <w:rFonts w:ascii="Times New Roman" w:hAnsi="Times New Roman"/>
          <w:color w:val="000000"/>
          <w:sz w:val="24"/>
          <w:szCs w:val="24"/>
        </w:rPr>
        <w:t>Копию диплома об окончании высшего образования.</w:t>
      </w:r>
    </w:p>
    <w:p w:rsidR="000E4B3B" w:rsidRPr="00930C51" w:rsidRDefault="000E4B3B" w:rsidP="00C20D6D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930C51">
        <w:rPr>
          <w:rFonts w:ascii="Times New Roman" w:hAnsi="Times New Roman"/>
          <w:color w:val="000000"/>
          <w:sz w:val="24"/>
          <w:szCs w:val="24"/>
        </w:rPr>
        <w:t>Подтверждение диплома (+перевод) - для иностранных граждан</w:t>
      </w:r>
    </w:p>
    <w:p w:rsidR="000E4B3B" w:rsidRPr="00930C51" w:rsidRDefault="000E4B3B" w:rsidP="00C20D6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930C51">
        <w:rPr>
          <w:rFonts w:ascii="Times New Roman" w:hAnsi="Times New Roman"/>
          <w:color w:val="000000"/>
          <w:sz w:val="24"/>
          <w:szCs w:val="24"/>
        </w:rPr>
        <w:t>Копия документов о постдипломном образовании: прохождение ординатуры, аспирантуры, специализации, сертификационных циклов с предъявлением действующих сертификатов, усовершенствования по дополнительным профессиональным программам.</w:t>
      </w:r>
    </w:p>
    <w:p w:rsidR="000E4B3B" w:rsidRPr="00930C51" w:rsidRDefault="000E4B3B" w:rsidP="00C20D6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0C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Страховое свидетельство обязательного пенсионного страхования (СНИЛС).</w:t>
      </w:r>
    </w:p>
    <w:p w:rsidR="000E4B3B" w:rsidRPr="00930C51" w:rsidRDefault="000E4B3B" w:rsidP="00C20D6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930C51">
        <w:rPr>
          <w:rFonts w:ascii="Times New Roman" w:hAnsi="Times New Roman"/>
          <w:color w:val="000000"/>
          <w:sz w:val="24"/>
          <w:szCs w:val="24"/>
        </w:rPr>
        <w:t>Заявление на обучение(в приложении).</w:t>
      </w:r>
    </w:p>
    <w:p w:rsidR="000E4B3B" w:rsidRPr="00930C51" w:rsidRDefault="000E4B3B" w:rsidP="00C20D6D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E4B3B" w:rsidRPr="00930C51" w:rsidRDefault="000E4B3B" w:rsidP="00C20D6D">
      <w:pPr>
        <w:spacing w:after="0"/>
        <w:ind w:left="14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0C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Наш обучающий цикл называется «Трудный диагноз» в педиатрии» и, при оплате, с отправкой к вышеуказанным документам скана квитанции или перевода через платежные системы </w:t>
      </w:r>
      <w:r w:rsidRPr="00930C5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on</w:t>
      </w:r>
      <w:r w:rsidRPr="00930C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30C51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line</w:t>
      </w:r>
      <w:r w:rsidRPr="00930C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,1500 рублей, участники 1 педиатрического конгресса получат возможность получить официальное свидетельство о прохождении цикла профильного тематического усовершенствования. </w:t>
      </w:r>
    </w:p>
    <w:p w:rsidR="000E4B3B" w:rsidRPr="00930C51" w:rsidRDefault="000E4B3B" w:rsidP="00C20D6D">
      <w:pPr>
        <w:spacing w:after="0"/>
        <w:ind w:left="14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0E4B3B" w:rsidRPr="00930C51" w:rsidRDefault="000E4B3B" w:rsidP="00853880">
      <w:pPr>
        <w:spacing w:after="0"/>
        <w:ind w:left="14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0C51">
        <w:rPr>
          <w:rFonts w:ascii="Times New Roman" w:hAnsi="Times New Roman"/>
          <w:b/>
          <w:sz w:val="24"/>
          <w:szCs w:val="24"/>
          <w:lang w:eastAsia="zh-CN"/>
        </w:rPr>
        <w:t xml:space="preserve">Реквизиты ГБУЗ "Морозовская ДГКБ ДЗМ" для оплаты: </w:t>
      </w:r>
    </w:p>
    <w:p w:rsidR="000E4B3B" w:rsidRPr="00930C51" w:rsidRDefault="000E4B3B" w:rsidP="00853880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b/>
          <w:sz w:val="24"/>
          <w:szCs w:val="24"/>
          <w:lang w:eastAsia="zh-CN"/>
        </w:rPr>
        <w:t>Предпринимательская деятельность</w:t>
      </w:r>
    </w:p>
    <w:p w:rsidR="000E4B3B" w:rsidRPr="00930C51" w:rsidRDefault="000E4B3B" w:rsidP="00853880">
      <w:pPr>
        <w:suppressAutoHyphens/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>Департамент финансов города Москвы (ГБУЗ «Морозовская ДГКБ  ДЗМ»</w:t>
      </w:r>
    </w:p>
    <w:p w:rsidR="000E4B3B" w:rsidRPr="00930C51" w:rsidRDefault="000E4B3B" w:rsidP="00853880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>л/с 2605441000450549)</w:t>
      </w:r>
    </w:p>
    <w:p w:rsidR="000E4B3B" w:rsidRPr="00930C51" w:rsidRDefault="000E4B3B" w:rsidP="00853880">
      <w:pPr>
        <w:suppressAutoHyphens/>
        <w:spacing w:after="0" w:line="240" w:lineRule="auto"/>
        <w:ind w:firstLine="360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>ИНН 7705039232</w:t>
      </w:r>
    </w:p>
    <w:p w:rsidR="000E4B3B" w:rsidRPr="00930C51" w:rsidRDefault="000E4B3B" w:rsidP="0085388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 xml:space="preserve">     КПП 770501001</w:t>
      </w:r>
    </w:p>
    <w:p w:rsidR="000E4B3B" w:rsidRPr="00930C51" w:rsidRDefault="000E4B3B" w:rsidP="0085388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>р/сч 40601810000003000002</w:t>
      </w:r>
    </w:p>
    <w:p w:rsidR="000E4B3B" w:rsidRPr="00930C51" w:rsidRDefault="000E4B3B" w:rsidP="0085388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 xml:space="preserve">     Отделение 1 Москва</w:t>
      </w:r>
    </w:p>
    <w:p w:rsidR="000E4B3B" w:rsidRPr="00930C51" w:rsidRDefault="000E4B3B" w:rsidP="0085388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 xml:space="preserve">     БИК 044583001</w:t>
      </w:r>
    </w:p>
    <w:p w:rsidR="000E4B3B" w:rsidRDefault="000E4B3B" w:rsidP="00930C5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zh-CN"/>
        </w:rPr>
        <w:t xml:space="preserve">     ОКТМО  45376000</w:t>
      </w:r>
    </w:p>
    <w:p w:rsidR="000E4B3B" w:rsidRDefault="000E4B3B" w:rsidP="00930C5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0E4B3B" w:rsidRDefault="000E4B3B" w:rsidP="00930C5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30C51">
        <w:rPr>
          <w:rFonts w:ascii="Times New Roman" w:hAnsi="Times New Roman"/>
          <w:sz w:val="24"/>
          <w:szCs w:val="24"/>
          <w:lang w:eastAsia="ru-RU"/>
        </w:rPr>
        <w:t>№ КБК для оплаты обучения и получения сертификатов Морозовской ДГКБ</w:t>
      </w:r>
    </w:p>
    <w:p w:rsidR="000E4B3B" w:rsidRPr="00930C51" w:rsidRDefault="000E4B3B" w:rsidP="00930C5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930C51">
        <w:rPr>
          <w:rFonts w:ascii="Times New Roman" w:hAnsi="Times New Roman"/>
          <w:sz w:val="24"/>
          <w:szCs w:val="24"/>
          <w:lang w:eastAsia="ru-RU"/>
        </w:rPr>
        <w:t>КБК 05430201020020000130</w:t>
      </w:r>
    </w:p>
    <w:p w:rsidR="000E4B3B" w:rsidRDefault="000E4B3B" w:rsidP="0085388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E4B3B" w:rsidRDefault="000E4B3B" w:rsidP="0085388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E4B3B" w:rsidRPr="00853880" w:rsidRDefault="000E4B3B" w:rsidP="0085388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E4B3B" w:rsidRPr="00084AFF" w:rsidRDefault="000E4B3B" w:rsidP="00084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10B5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8.75pt;height:57pt;visibility:visible">
            <v:imagedata r:id="rId7" o:title=""/>
          </v:shape>
        </w:pict>
      </w:r>
    </w:p>
    <w:p w:rsidR="000E4B3B" w:rsidRPr="00084AFF" w:rsidRDefault="000E4B3B" w:rsidP="00084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B3B" w:rsidRPr="00084AFF" w:rsidRDefault="000E4B3B" w:rsidP="00084A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>Государственное бюджетное учреждение здравоохранения города Москвы</w:t>
      </w:r>
    </w:p>
    <w:p w:rsidR="000E4B3B" w:rsidRPr="00084AFF" w:rsidRDefault="000E4B3B" w:rsidP="00084A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084AFF">
        <w:rPr>
          <w:rFonts w:ascii="Times New Roman" w:hAnsi="Times New Roman"/>
          <w:sz w:val="28"/>
          <w:szCs w:val="28"/>
          <w:lang w:eastAsia="ru-RU"/>
        </w:rPr>
        <w:t>Морозовская детская городская клиническая больница</w:t>
      </w:r>
    </w:p>
    <w:p w:rsidR="000E4B3B" w:rsidRPr="00084AFF" w:rsidRDefault="000E4B3B" w:rsidP="00084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>Департамента здравоохранения города Москвы»</w:t>
      </w:r>
    </w:p>
    <w:p w:rsidR="000E4B3B" w:rsidRPr="00084AFF" w:rsidRDefault="000E4B3B" w:rsidP="00084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E4B3B" w:rsidRPr="00D511C4" w:rsidRDefault="000E4B3B" w:rsidP="00084A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b/>
          <w:sz w:val="28"/>
          <w:szCs w:val="28"/>
          <w:lang w:eastAsia="ru-RU"/>
        </w:rPr>
        <w:t>Согласие на обработку персональных данных</w:t>
      </w:r>
    </w:p>
    <w:p w:rsidR="000E4B3B" w:rsidRPr="00D511C4" w:rsidRDefault="000E4B3B" w:rsidP="00084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4B3B" w:rsidRPr="00354B07" w:rsidRDefault="000E4B3B" w:rsidP="00354B0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Я, </w:t>
      </w:r>
      <w:r w:rsidRPr="00354B07">
        <w:rPr>
          <w:rFonts w:ascii="Times New Roman" w:hAnsi="Times New Roman"/>
          <w:sz w:val="28"/>
          <w:szCs w:val="28"/>
        </w:rPr>
        <w:t>_____________________________________________________________,</w:t>
      </w:r>
    </w:p>
    <w:p w:rsidR="000E4B3B" w:rsidRPr="00354B07" w:rsidRDefault="000E4B3B" w:rsidP="00354B07">
      <w:pPr>
        <w:pStyle w:val="NoSpacing"/>
        <w:rPr>
          <w:rFonts w:ascii="Times New Roman" w:hAnsi="Times New Roman"/>
          <w:sz w:val="28"/>
          <w:szCs w:val="28"/>
        </w:rPr>
      </w:pPr>
      <w:r w:rsidRPr="00354B07">
        <w:rPr>
          <w:rFonts w:ascii="Times New Roman" w:hAnsi="Times New Roman"/>
          <w:sz w:val="28"/>
          <w:szCs w:val="28"/>
        </w:rPr>
        <w:t>паспорт серия_________ номер ______________, кем и когда выдан ______________________________________________________, код подразделения_____________,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4B07">
        <w:rPr>
          <w:rFonts w:ascii="Times New Roman" w:hAnsi="Times New Roman"/>
          <w:sz w:val="28"/>
          <w:szCs w:val="28"/>
        </w:rPr>
        <w:t>проживающий по адресу: ___________________________________________________</w:t>
      </w:r>
    </w:p>
    <w:p w:rsidR="000E4B3B" w:rsidRPr="00354B07" w:rsidRDefault="000E4B3B" w:rsidP="00354B07">
      <w:pPr>
        <w:pStyle w:val="NoSpacing"/>
        <w:rPr>
          <w:rFonts w:ascii="Times New Roman" w:hAnsi="Times New Roman"/>
          <w:sz w:val="28"/>
          <w:szCs w:val="28"/>
          <w:lang w:eastAsia="ru-RU"/>
        </w:rPr>
      </w:pPr>
      <w:r w:rsidRPr="00354B07">
        <w:rPr>
          <w:rFonts w:ascii="Times New Roman" w:hAnsi="Times New Roman"/>
          <w:sz w:val="28"/>
          <w:szCs w:val="28"/>
        </w:rPr>
        <w:t>_________________________________________________________________________,</w:t>
      </w:r>
      <w:r w:rsidRPr="00354B07">
        <w:rPr>
          <w:rFonts w:ascii="Times New Roman" w:hAnsi="Times New Roman"/>
          <w:sz w:val="28"/>
          <w:szCs w:val="28"/>
          <w:lang w:eastAsia="ru-RU"/>
        </w:rPr>
        <w:t>согласен(а) на обработку предоставленных мной в процессе обучения в Государственное бюджетное учреждение здравоохранения «Морозовская детская городская клиническая больница  Департамента здравоохранения города Москвы»  (далее – ГБУЗ «Морозовская ДГКБ ДЗМ») персональных данных (ФИО, дата, место рождения, сведения о гражданстве (подданстве), паспортные данные, сведения об образовании, обязанности, сведения о месте работы, адрес фактического места жительства, адрес по прописке, номера личных телефонов, контактная информация, информация об образовании, информация о трудовой деятельности, и размещение их в базах данных ГБУЗ «Морозовская ДГКБ ДЗМ» для обработки персональных данных обучающихся.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ab/>
        <w:t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27.07.2006 г. № 152-ФЗ, а конфиденциальность персональных данных соблюдается операторами в соответствии с требованиями законодательства Российской Федерации.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ab/>
        <w:t>Настоящее согласие действует в течение периода обучения и хранения личного дела. Я информирован(а) о том, что настоящее согласие может быть отозвано мной в письменной форме в любое время.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>от «___» _____________ 201__ г.</w:t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  <w:t xml:space="preserve">                _________________________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Ф.И.О.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>Служебные отметки: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lang w:eastAsia="ru-RU"/>
        </w:rPr>
        <w:t>_____________________________</w:t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lang w:eastAsia="ru-RU"/>
        </w:rPr>
        <w:tab/>
        <w:t>_______________</w:t>
      </w:r>
      <w:r w:rsidRPr="00084AFF">
        <w:rPr>
          <w:rFonts w:ascii="Times New Roman" w:hAnsi="Times New Roman"/>
          <w:sz w:val="28"/>
          <w:szCs w:val="28"/>
          <w:lang w:eastAsia="ru-RU"/>
        </w:rPr>
        <w:tab/>
        <w:t>____________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084AFF">
        <w:rPr>
          <w:rFonts w:ascii="Times New Roman" w:hAnsi="Times New Roman"/>
          <w:sz w:val="28"/>
          <w:szCs w:val="28"/>
          <w:vertAlign w:val="superscript"/>
          <w:lang w:eastAsia="ru-RU"/>
        </w:rPr>
        <w:t>Ф.И.О. работника ГБУЗ «Морозовская ДГКБ ДЗМ»,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AFF">
        <w:rPr>
          <w:rFonts w:ascii="Times New Roman" w:hAnsi="Times New Roman"/>
          <w:sz w:val="28"/>
          <w:szCs w:val="28"/>
          <w:vertAlign w:val="superscript"/>
          <w:lang w:eastAsia="ru-RU"/>
        </w:rPr>
        <w:t>получившего согласие</w:t>
      </w:r>
      <w:r w:rsidRPr="00084AFF">
        <w:rPr>
          <w:rFonts w:ascii="Times New Roman" w:hAnsi="Times New Roman"/>
          <w:sz w:val="28"/>
          <w:szCs w:val="28"/>
          <w:vertAlign w:val="superscript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vertAlign w:val="superscript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vertAlign w:val="superscript"/>
          <w:lang w:eastAsia="ru-RU"/>
        </w:rPr>
        <w:tab/>
        <w:t xml:space="preserve">                                                                                 подпись</w:t>
      </w:r>
      <w:r w:rsidRPr="00084AFF">
        <w:rPr>
          <w:rFonts w:ascii="Times New Roman" w:hAnsi="Times New Roman"/>
          <w:sz w:val="28"/>
          <w:szCs w:val="28"/>
          <w:vertAlign w:val="superscript"/>
          <w:lang w:eastAsia="ru-RU"/>
        </w:rPr>
        <w:tab/>
      </w:r>
      <w:r w:rsidRPr="00084AFF">
        <w:rPr>
          <w:rFonts w:ascii="Times New Roman" w:hAnsi="Times New Roman"/>
          <w:sz w:val="28"/>
          <w:szCs w:val="28"/>
          <w:vertAlign w:val="superscript"/>
          <w:lang w:eastAsia="ru-RU"/>
        </w:rPr>
        <w:tab/>
        <w:t>дата</w:t>
      </w:r>
    </w:p>
    <w:p w:rsidR="000E4B3B" w:rsidRPr="00084AFF" w:rsidRDefault="000E4B3B" w:rsidP="00084A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4B3B" w:rsidRPr="00354B07" w:rsidRDefault="000E4B3B"/>
    <w:p w:rsidR="000E4B3B" w:rsidRPr="00354B07" w:rsidRDefault="000E4B3B"/>
    <w:p w:rsidR="000E4B3B" w:rsidRPr="00354B07" w:rsidRDefault="000E4B3B" w:rsidP="00354B07">
      <w:pPr>
        <w:spacing w:after="0" w:line="360" w:lineRule="auto"/>
        <w:ind w:left="396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54B07">
        <w:rPr>
          <w:rFonts w:ascii="Times New Roman" w:hAnsi="Times New Roman"/>
          <w:b/>
          <w:sz w:val="28"/>
          <w:szCs w:val="28"/>
          <w:lang w:eastAsia="ru-RU"/>
        </w:rPr>
        <w:t>Главному врачу ГБУЗ «Морозовская ДГКБ ДЗМ» Колтунову И.Е.</w:t>
      </w:r>
    </w:p>
    <w:p w:rsidR="000E4B3B" w:rsidRPr="00354B07" w:rsidRDefault="000E4B3B" w:rsidP="00354B07">
      <w:pPr>
        <w:spacing w:after="0" w:line="360" w:lineRule="auto"/>
        <w:ind w:left="39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4B3B" w:rsidRPr="00354B07" w:rsidRDefault="000E4B3B" w:rsidP="00354B07">
      <w:pPr>
        <w:spacing w:after="0" w:line="240" w:lineRule="auto"/>
        <w:ind w:left="4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4B07">
        <w:rPr>
          <w:rFonts w:ascii="Times New Roman" w:hAnsi="Times New Roman"/>
          <w:sz w:val="24"/>
          <w:szCs w:val="24"/>
          <w:lang w:eastAsia="ru-RU"/>
        </w:rPr>
        <w:t>От _______________________________________</w:t>
      </w:r>
    </w:p>
    <w:p w:rsidR="000E4B3B" w:rsidRPr="00354B07" w:rsidRDefault="000E4B3B" w:rsidP="00354B07">
      <w:pPr>
        <w:spacing w:after="0" w:line="360" w:lineRule="auto"/>
        <w:ind w:left="4140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54B07">
        <w:rPr>
          <w:rFonts w:ascii="Times New Roman" w:hAnsi="Times New Roman"/>
          <w:sz w:val="16"/>
          <w:szCs w:val="16"/>
          <w:lang w:eastAsia="ru-RU"/>
        </w:rPr>
        <w:t>(Ф.И.О. полностью)</w:t>
      </w:r>
    </w:p>
    <w:p w:rsidR="000E4B3B" w:rsidRPr="00354B07" w:rsidRDefault="000E4B3B" w:rsidP="00354B07">
      <w:pPr>
        <w:spacing w:after="0" w:line="360" w:lineRule="auto"/>
        <w:ind w:left="41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4B07"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0E4B3B" w:rsidRPr="00354B07" w:rsidRDefault="000E4B3B" w:rsidP="00354B07">
      <w:pPr>
        <w:spacing w:after="0" w:line="360" w:lineRule="auto"/>
        <w:ind w:left="41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4B07"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0E4B3B" w:rsidRPr="00354B07" w:rsidRDefault="000E4B3B" w:rsidP="00354B07">
      <w:pPr>
        <w:spacing w:after="0" w:line="240" w:lineRule="auto"/>
        <w:ind w:left="4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4B07">
        <w:rPr>
          <w:rFonts w:ascii="Times New Roman" w:hAnsi="Times New Roman"/>
          <w:sz w:val="24"/>
          <w:szCs w:val="24"/>
          <w:lang w:eastAsia="ru-RU"/>
        </w:rPr>
        <w:t>паспортные данные ________  _______________</w:t>
      </w:r>
    </w:p>
    <w:p w:rsidR="000E4B3B" w:rsidRPr="00354B07" w:rsidRDefault="000E4B3B" w:rsidP="00354B07">
      <w:pPr>
        <w:spacing w:after="0" w:line="360" w:lineRule="auto"/>
        <w:ind w:left="6120" w:firstLine="3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54B07">
        <w:rPr>
          <w:rFonts w:ascii="Times New Roman" w:hAnsi="Times New Roman"/>
          <w:sz w:val="16"/>
          <w:szCs w:val="16"/>
          <w:lang w:eastAsia="ru-RU"/>
        </w:rPr>
        <w:t>(серия)</w:t>
      </w:r>
      <w:r w:rsidRPr="00354B07">
        <w:rPr>
          <w:rFonts w:ascii="Times New Roman" w:hAnsi="Times New Roman"/>
          <w:sz w:val="16"/>
          <w:szCs w:val="16"/>
          <w:lang w:eastAsia="ru-RU"/>
        </w:rPr>
        <w:tab/>
      </w:r>
      <w:r w:rsidRPr="00354B07">
        <w:rPr>
          <w:rFonts w:ascii="Times New Roman" w:hAnsi="Times New Roman"/>
          <w:sz w:val="16"/>
          <w:szCs w:val="16"/>
          <w:lang w:eastAsia="ru-RU"/>
        </w:rPr>
        <w:tab/>
        <w:t>(номер)</w:t>
      </w:r>
    </w:p>
    <w:p w:rsidR="000E4B3B" w:rsidRPr="00354B07" w:rsidRDefault="000E4B3B" w:rsidP="00354B07">
      <w:pPr>
        <w:spacing w:after="0" w:line="360" w:lineRule="auto"/>
        <w:ind w:left="41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4B07"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0E4B3B" w:rsidRPr="00354B07" w:rsidRDefault="000E4B3B" w:rsidP="00354B07">
      <w:pPr>
        <w:spacing w:after="0" w:line="360" w:lineRule="auto"/>
        <w:ind w:left="4140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54B07">
        <w:rPr>
          <w:rFonts w:ascii="Times New Roman" w:hAnsi="Times New Roman"/>
          <w:sz w:val="16"/>
          <w:szCs w:val="16"/>
          <w:lang w:eastAsia="ru-RU"/>
        </w:rPr>
        <w:t>(кем и когда выдан)</w:t>
      </w:r>
    </w:p>
    <w:p w:rsidR="000E4B3B" w:rsidRPr="00354B07" w:rsidRDefault="000E4B3B" w:rsidP="00354B07">
      <w:pPr>
        <w:spacing w:after="0" w:line="360" w:lineRule="auto"/>
        <w:ind w:left="41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4B07"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0E4B3B" w:rsidRPr="00354B07" w:rsidRDefault="000E4B3B" w:rsidP="00354B07">
      <w:pPr>
        <w:spacing w:after="0" w:line="240" w:lineRule="auto"/>
        <w:ind w:left="41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E4B3B" w:rsidRPr="00354B07" w:rsidRDefault="000E4B3B" w:rsidP="00354B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4B3B" w:rsidRPr="00354B07" w:rsidRDefault="000E4B3B" w:rsidP="00354B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4B3B" w:rsidRPr="00354B07" w:rsidRDefault="000E4B3B" w:rsidP="00354B0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0E4B3B" w:rsidRPr="00354B07" w:rsidRDefault="000E4B3B" w:rsidP="00354B0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354B07">
        <w:rPr>
          <w:rFonts w:ascii="Times New Roman" w:hAnsi="Times New Roman"/>
          <w:b/>
          <w:sz w:val="36"/>
          <w:szCs w:val="36"/>
          <w:lang w:eastAsia="ru-RU"/>
        </w:rPr>
        <w:t>Заявление</w:t>
      </w:r>
    </w:p>
    <w:p w:rsidR="000E4B3B" w:rsidRPr="00354B07" w:rsidRDefault="000E4B3B" w:rsidP="00354B0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E4B3B" w:rsidRPr="00354B07" w:rsidRDefault="000E4B3B" w:rsidP="00354B0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B07">
        <w:rPr>
          <w:rFonts w:ascii="Times New Roman" w:hAnsi="Times New Roman"/>
          <w:sz w:val="24"/>
          <w:szCs w:val="24"/>
          <w:lang w:eastAsia="ru-RU"/>
        </w:rPr>
        <w:tab/>
      </w:r>
      <w:r w:rsidRPr="00354B07">
        <w:rPr>
          <w:rFonts w:ascii="Times New Roman" w:hAnsi="Times New Roman"/>
          <w:sz w:val="28"/>
          <w:szCs w:val="28"/>
          <w:lang w:eastAsia="ru-RU"/>
        </w:rPr>
        <w:t xml:space="preserve">Прошу зачислить меня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354B07">
        <w:rPr>
          <w:rFonts w:ascii="Times New Roman" w:hAnsi="Times New Roman"/>
          <w:sz w:val="28"/>
          <w:szCs w:val="28"/>
          <w:lang w:eastAsia="ru-RU"/>
        </w:rPr>
        <w:t>обучени</w:t>
      </w:r>
      <w:r>
        <w:rPr>
          <w:rFonts w:ascii="Times New Roman" w:hAnsi="Times New Roman"/>
          <w:sz w:val="28"/>
          <w:szCs w:val="28"/>
          <w:lang w:eastAsia="ru-RU"/>
        </w:rPr>
        <w:t>я по программе дополнительного профессионального образования– тематическое усовершенствование по специальности «Педиатрия»:</w:t>
      </w:r>
      <w:r w:rsidRPr="00354B07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 xml:space="preserve">Трудный диагноз» в педиатрии» </w:t>
      </w:r>
      <w:r w:rsidRPr="00354B07">
        <w:rPr>
          <w:rFonts w:ascii="Times New Roman" w:hAnsi="Times New Roman"/>
          <w:sz w:val="28"/>
          <w:szCs w:val="28"/>
          <w:lang w:eastAsia="ru-RU"/>
        </w:rPr>
        <w:t>продолжительностью</w:t>
      </w:r>
      <w:r>
        <w:rPr>
          <w:rFonts w:ascii="Times New Roman" w:hAnsi="Times New Roman"/>
          <w:sz w:val="28"/>
          <w:szCs w:val="28"/>
          <w:lang w:eastAsia="ru-RU"/>
        </w:rPr>
        <w:t>18</w:t>
      </w:r>
      <w:r w:rsidRPr="00354B07">
        <w:rPr>
          <w:rFonts w:ascii="Times New Roman" w:hAnsi="Times New Roman"/>
          <w:sz w:val="28"/>
          <w:szCs w:val="28"/>
          <w:lang w:eastAsia="ru-RU"/>
        </w:rPr>
        <w:t>часов с«</w:t>
      </w:r>
      <w:r>
        <w:rPr>
          <w:rFonts w:ascii="Times New Roman" w:hAnsi="Times New Roman"/>
          <w:sz w:val="28"/>
          <w:szCs w:val="28"/>
          <w:lang w:eastAsia="ru-RU"/>
        </w:rPr>
        <w:t>16</w:t>
      </w:r>
      <w:r w:rsidRPr="00354B0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ноября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>
        <w:rPr>
          <w:rFonts w:ascii="Times New Roman" w:hAnsi="Times New Roman"/>
          <w:sz w:val="28"/>
          <w:szCs w:val="28"/>
          <w:lang w:eastAsia="ru-RU"/>
        </w:rPr>
        <w:t>. по «17</w:t>
      </w:r>
      <w:r w:rsidRPr="00354B0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354B07">
        <w:rPr>
          <w:rFonts w:ascii="Times New Roman" w:hAnsi="Times New Roman"/>
          <w:sz w:val="28"/>
          <w:szCs w:val="28"/>
          <w:lang w:eastAsia="ru-RU"/>
        </w:rPr>
        <w:t>2015 г.</w:t>
      </w:r>
    </w:p>
    <w:p w:rsidR="000E4B3B" w:rsidRPr="00354B07" w:rsidRDefault="000E4B3B" w:rsidP="00354B0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4B3B" w:rsidRPr="00354B07" w:rsidRDefault="000E4B3B" w:rsidP="00354B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4B3B" w:rsidRPr="00354B07" w:rsidRDefault="000E4B3B" w:rsidP="00354B0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4B07">
        <w:rPr>
          <w:rFonts w:ascii="Times New Roman" w:hAnsi="Times New Roman"/>
          <w:b/>
          <w:sz w:val="24"/>
          <w:szCs w:val="24"/>
          <w:lang w:eastAsia="ru-RU"/>
        </w:rPr>
        <w:t>Дата</w:t>
      </w:r>
      <w:r w:rsidRPr="00354B07">
        <w:rPr>
          <w:rFonts w:ascii="Times New Roman" w:hAnsi="Times New Roman"/>
          <w:sz w:val="24"/>
          <w:szCs w:val="24"/>
          <w:lang w:eastAsia="ru-RU"/>
        </w:rPr>
        <w:t xml:space="preserve"> ____________________________     </w:t>
      </w:r>
      <w:r w:rsidRPr="00354B07">
        <w:rPr>
          <w:rFonts w:ascii="Times New Roman" w:hAnsi="Times New Roman"/>
          <w:b/>
          <w:sz w:val="24"/>
          <w:szCs w:val="24"/>
          <w:lang w:eastAsia="ru-RU"/>
        </w:rPr>
        <w:t xml:space="preserve">Подпись </w:t>
      </w:r>
      <w:r w:rsidRPr="00354B07">
        <w:rPr>
          <w:rFonts w:ascii="Times New Roman" w:hAnsi="Times New Roman"/>
          <w:sz w:val="24"/>
          <w:szCs w:val="24"/>
          <w:lang w:eastAsia="ru-RU"/>
        </w:rPr>
        <w:t>_____________________</w:t>
      </w:r>
    </w:p>
    <w:p w:rsidR="000E4B3B" w:rsidRPr="00354B07" w:rsidRDefault="000E4B3B" w:rsidP="00354B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4B3B" w:rsidRPr="00354B07" w:rsidRDefault="000E4B3B"/>
    <w:p w:rsidR="000E4B3B" w:rsidRPr="00354B07" w:rsidRDefault="000E4B3B"/>
    <w:p w:rsidR="000E4B3B" w:rsidRPr="00354B07" w:rsidRDefault="000E4B3B"/>
    <w:p w:rsidR="000E4B3B" w:rsidRPr="00354B07" w:rsidRDefault="000E4B3B"/>
    <w:sectPr w:rsidR="000E4B3B" w:rsidRPr="00354B07" w:rsidSect="00354B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F6F62"/>
    <w:multiLevelType w:val="hybridMultilevel"/>
    <w:tmpl w:val="7E88C3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75272D7"/>
    <w:multiLevelType w:val="hybridMultilevel"/>
    <w:tmpl w:val="2BCEF1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78C"/>
    <w:rsid w:val="00084AFF"/>
    <w:rsid w:val="000E4B3B"/>
    <w:rsid w:val="0034177E"/>
    <w:rsid w:val="0034420F"/>
    <w:rsid w:val="00354B07"/>
    <w:rsid w:val="0051302C"/>
    <w:rsid w:val="005609CD"/>
    <w:rsid w:val="00602F67"/>
    <w:rsid w:val="006B10B5"/>
    <w:rsid w:val="006F0F1B"/>
    <w:rsid w:val="00747D48"/>
    <w:rsid w:val="00812D9C"/>
    <w:rsid w:val="00853880"/>
    <w:rsid w:val="00874556"/>
    <w:rsid w:val="00890E5C"/>
    <w:rsid w:val="008C3F46"/>
    <w:rsid w:val="008E1C6E"/>
    <w:rsid w:val="00930C51"/>
    <w:rsid w:val="00952E43"/>
    <w:rsid w:val="0096078C"/>
    <w:rsid w:val="00B66797"/>
    <w:rsid w:val="00C034CE"/>
    <w:rsid w:val="00C20D6D"/>
    <w:rsid w:val="00C62818"/>
    <w:rsid w:val="00CA0ECB"/>
    <w:rsid w:val="00D511C4"/>
    <w:rsid w:val="00FA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24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A324F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84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4A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E1C6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09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p-dzm@mail.ru" TargetMode="External"/><Relationship Id="rId5" Type="http://schemas.openxmlformats.org/officeDocument/2006/relationships/hyperlink" Target="http://www.mdgkb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3</Pages>
  <Words>693</Words>
  <Characters>3956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Толстых Мария Владимировна</dc:creator>
  <cp:keywords/>
  <dc:description/>
  <cp:lastModifiedBy>Thanty</cp:lastModifiedBy>
  <cp:revision>5</cp:revision>
  <cp:lastPrinted>2015-10-21T08:49:00Z</cp:lastPrinted>
  <dcterms:created xsi:type="dcterms:W3CDTF">2015-10-24T18:28:00Z</dcterms:created>
  <dcterms:modified xsi:type="dcterms:W3CDTF">2015-11-03T11:43:00Z</dcterms:modified>
</cp:coreProperties>
</file>